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8C545E" w:rsidP="001E159E">
      <w:pPr>
        <w:spacing w:after="180"/>
        <w:rPr>
          <w:b/>
          <w:sz w:val="44"/>
          <w:szCs w:val="44"/>
        </w:rPr>
      </w:pPr>
      <w:r>
        <w:rPr>
          <w:b/>
          <w:sz w:val="44"/>
          <w:szCs w:val="44"/>
        </w:rPr>
        <w:t>Fresh bread</w:t>
      </w:r>
    </w:p>
    <w:p w:rsidR="001E159E" w:rsidRDefault="001E159E" w:rsidP="001E159E">
      <w:pPr>
        <w:spacing w:after="180"/>
      </w:pPr>
    </w:p>
    <w:p w:rsidR="008C545E" w:rsidRPr="008C545E" w:rsidRDefault="008C545E" w:rsidP="008C545E">
      <w:pPr>
        <w:spacing w:line="276" w:lineRule="auto"/>
      </w:pPr>
      <w:r w:rsidRPr="008C545E">
        <w:rPr>
          <w:lang w:val="en-US"/>
        </w:rPr>
        <w:t>Two loaves of bread are baked in the same oven at 200</w:t>
      </w:r>
      <w:r w:rsidRPr="008C545E">
        <w:rPr>
          <w:vertAlign w:val="superscript"/>
          <w:lang w:val="en-US"/>
        </w:rPr>
        <w:t>o</w:t>
      </w:r>
      <w:r w:rsidRPr="008C545E">
        <w:rPr>
          <w:lang w:val="en-US"/>
        </w:rPr>
        <w:t>C.</w:t>
      </w:r>
    </w:p>
    <w:p w:rsidR="008C545E" w:rsidRPr="008C545E" w:rsidRDefault="008C545E" w:rsidP="008C545E">
      <w:pPr>
        <w:spacing w:line="276" w:lineRule="auto"/>
      </w:pPr>
      <w:r w:rsidRPr="008C545E">
        <w:rPr>
          <w:lang w:val="en-US"/>
        </w:rPr>
        <w:t>They are taken out of the oven at the same time.</w:t>
      </w:r>
    </w:p>
    <w:p w:rsidR="001E159E" w:rsidRDefault="001E159E" w:rsidP="001E159E">
      <w:pPr>
        <w:spacing w:after="240"/>
        <w:rPr>
          <w:szCs w:val="18"/>
        </w:rPr>
      </w:pPr>
    </w:p>
    <w:p w:rsidR="008C545E" w:rsidRPr="00201AC2" w:rsidRDefault="008C545E" w:rsidP="008C545E">
      <w:pPr>
        <w:spacing w:after="240"/>
        <w:jc w:val="center"/>
        <w:rPr>
          <w:szCs w:val="18"/>
        </w:rPr>
      </w:pPr>
      <w:r>
        <w:rPr>
          <w:noProof/>
          <w:szCs w:val="18"/>
          <w:lang w:eastAsia="en-GB"/>
        </w:rPr>
        <w:drawing>
          <wp:inline distT="0" distB="0" distL="0" distR="0" wp14:anchorId="35C9A6A4">
            <wp:extent cx="4003077" cy="169949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26470" cy="1709422"/>
                    </a:xfrm>
                    <a:prstGeom prst="rect">
                      <a:avLst/>
                    </a:prstGeom>
                    <a:noFill/>
                  </pic:spPr>
                </pic:pic>
              </a:graphicData>
            </a:graphic>
          </wp:inline>
        </w:drawing>
      </w:r>
    </w:p>
    <w:p w:rsidR="008C545E" w:rsidRDefault="008C545E" w:rsidP="008C545E">
      <w:pPr>
        <w:spacing w:after="240"/>
        <w:rPr>
          <w:sz w:val="28"/>
          <w:szCs w:val="18"/>
          <w:lang w:val="en-US"/>
        </w:rPr>
      </w:pPr>
    </w:p>
    <w:p w:rsidR="008C545E" w:rsidRPr="008C545E" w:rsidRDefault="008C545E" w:rsidP="008C545E">
      <w:pPr>
        <w:spacing w:after="120"/>
        <w:rPr>
          <w:sz w:val="28"/>
          <w:szCs w:val="18"/>
        </w:rPr>
      </w:pPr>
      <w:r w:rsidRPr="008C545E">
        <w:rPr>
          <w:sz w:val="28"/>
          <w:szCs w:val="18"/>
          <w:lang w:val="en-US"/>
        </w:rPr>
        <w:t>These statements are about the bread at the instant it is taken out of the oven.</w:t>
      </w:r>
    </w:p>
    <w:p w:rsidR="001E159E" w:rsidRPr="00C910CC" w:rsidRDefault="001E159E" w:rsidP="008C545E">
      <w:pPr>
        <w:spacing w:after="240"/>
        <w:ind w:left="425" w:hanging="425"/>
        <w:rPr>
          <w:i/>
        </w:rPr>
      </w:pPr>
      <w:r w:rsidRPr="00C910CC">
        <w:rPr>
          <w:i/>
        </w:rPr>
        <w:t>For each statement, tick (</w:t>
      </w:r>
      <w:r w:rsidRPr="00C910CC">
        <w:rPr>
          <w:i/>
        </w:rPr>
        <w:sym w:font="Wingdings" w:char="F0FC"/>
      </w:r>
      <w:r w:rsidRPr="00C910CC">
        <w:rPr>
          <w:i/>
        </w:rPr>
        <w:t xml:space="preserve">) </w:t>
      </w:r>
      <w:r w:rsidRPr="00C910CC">
        <w:rPr>
          <w:b/>
          <w:i/>
        </w:rPr>
        <w:t>one</w:t>
      </w:r>
      <w:r w:rsidRPr="00C910CC">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8C545E" w:rsidRDefault="008C545E" w:rsidP="00677EDD">
            <w:pPr>
              <w:tabs>
                <w:tab w:val="right" w:leader="dot" w:pos="8680"/>
              </w:tabs>
              <w:rPr>
                <w:rFonts w:eastAsia="Times New Roman" w:cs="Times New Roman"/>
                <w:lang w:eastAsia="en-GB"/>
              </w:rPr>
            </w:pPr>
            <w:r w:rsidRPr="008C545E">
              <w:rPr>
                <w:rFonts w:eastAsia="Times New Roman" w:cs="Times New Roman"/>
                <w:lang w:eastAsia="en-GB"/>
              </w:rPr>
              <w:t>The big loaf has more energy than the small loaf.</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8C545E" w:rsidRDefault="008C545E" w:rsidP="00677EDD">
            <w:pPr>
              <w:tabs>
                <w:tab w:val="right" w:leader="dot" w:pos="8680"/>
              </w:tabs>
              <w:rPr>
                <w:rFonts w:eastAsia="Times New Roman" w:cs="Times New Roman"/>
                <w:lang w:eastAsia="en-GB"/>
              </w:rPr>
            </w:pPr>
            <w:r w:rsidRPr="008C545E">
              <w:rPr>
                <w:rFonts w:eastAsia="Times New Roman" w:cs="Times New Roman"/>
                <w:lang w:eastAsia="en-GB"/>
              </w:rPr>
              <w:t>The small loaf has a higher temperature.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8C545E" w:rsidRDefault="008C545E" w:rsidP="00677EDD">
            <w:pPr>
              <w:tabs>
                <w:tab w:val="right" w:leader="dot" w:pos="8680"/>
              </w:tabs>
              <w:rPr>
                <w:rFonts w:eastAsia="Times New Roman" w:cs="Times New Roman"/>
                <w:lang w:eastAsia="en-GB"/>
              </w:rPr>
            </w:pPr>
            <w:r w:rsidRPr="008C545E">
              <w:rPr>
                <w:rFonts w:eastAsia="Times New Roman" w:cs="Times New Roman"/>
                <w:lang w:eastAsia="en-GB"/>
              </w:rPr>
              <w:t>Temperature of the bread depends on the size of the loaf.</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0F4B93" w:rsidRPr="006F3279" w:rsidRDefault="000F4B93" w:rsidP="000F4B9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C545E" w:rsidP="006F3279">
            <w:pPr>
              <w:spacing w:after="60"/>
              <w:ind w:left="1304"/>
              <w:rPr>
                <w:b/>
                <w:sz w:val="40"/>
                <w:szCs w:val="40"/>
              </w:rPr>
            </w:pPr>
            <w:r>
              <w:rPr>
                <w:b/>
                <w:sz w:val="40"/>
                <w:szCs w:val="40"/>
              </w:rPr>
              <w:t>Fresh bread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F4B93" w:rsidTr="003F16F9">
        <w:trPr>
          <w:trHeight w:val="340"/>
        </w:trPr>
        <w:tc>
          <w:tcPr>
            <w:tcW w:w="2196" w:type="dxa"/>
          </w:tcPr>
          <w:p w:rsidR="000F4B93" w:rsidRDefault="000F4B93" w:rsidP="000F4B93">
            <w:pPr>
              <w:spacing w:before="60" w:after="60"/>
            </w:pPr>
            <w:r>
              <w:t>Learning focus:</w:t>
            </w:r>
          </w:p>
        </w:tc>
        <w:tc>
          <w:tcPr>
            <w:tcW w:w="6820" w:type="dxa"/>
          </w:tcPr>
          <w:p w:rsidR="000F4B93" w:rsidRDefault="000F4B93" w:rsidP="000F4B93">
            <w:pPr>
              <w:spacing w:before="60" w:after="60"/>
            </w:pPr>
            <w:r w:rsidRPr="005775CE">
              <w:t>Specific heat capacity is the amount of energy added to the thermal store of a material in order to increase the temperature of 1kg of that material by 1</w:t>
            </w:r>
            <w:r w:rsidRPr="005775CE">
              <w:rPr>
                <w:vertAlign w:val="superscript"/>
              </w:rPr>
              <w:t>o</w:t>
            </w:r>
            <w:r w:rsidRPr="005775CE">
              <w:t>C.</w:t>
            </w:r>
          </w:p>
        </w:tc>
      </w:tr>
      <w:tr w:rsidR="000F4B93" w:rsidTr="003F16F9">
        <w:trPr>
          <w:trHeight w:val="340"/>
        </w:trPr>
        <w:tc>
          <w:tcPr>
            <w:tcW w:w="2196" w:type="dxa"/>
          </w:tcPr>
          <w:p w:rsidR="000F4B93" w:rsidRDefault="000F4B93" w:rsidP="000F4B93">
            <w:pPr>
              <w:spacing w:before="60" w:after="60"/>
            </w:pPr>
            <w:r>
              <w:t>Observable learning outcome:</w:t>
            </w:r>
          </w:p>
        </w:tc>
        <w:tc>
          <w:tcPr>
            <w:tcW w:w="6820" w:type="dxa"/>
          </w:tcPr>
          <w:p w:rsidR="000F4B93" w:rsidRPr="00A50C9C" w:rsidRDefault="000F4B93" w:rsidP="000F4B93">
            <w:pPr>
              <w:spacing w:before="60" w:after="60"/>
              <w:rPr>
                <w:b/>
              </w:rPr>
            </w:pPr>
            <w:r w:rsidRPr="005775CE">
              <w:t>Distinguish between energy in the thermal store of an object and the object’s temperature.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E617D" w:rsidP="007B18B8">
            <w:pPr>
              <w:spacing w:before="60" w:after="60"/>
            </w:pPr>
            <w:r>
              <w:t>C</w:t>
            </w:r>
            <w:r w:rsidR="001E159E">
              <w:t>onfidence grid</w:t>
            </w:r>
          </w:p>
        </w:tc>
      </w:tr>
      <w:tr w:rsidR="000F4B93" w:rsidTr="003F16F9">
        <w:trPr>
          <w:trHeight w:val="340"/>
        </w:trPr>
        <w:tc>
          <w:tcPr>
            <w:tcW w:w="2196" w:type="dxa"/>
          </w:tcPr>
          <w:p w:rsidR="000F4B93" w:rsidRDefault="000F4B93" w:rsidP="000F4B93">
            <w:pPr>
              <w:spacing w:before="60" w:after="60"/>
            </w:pPr>
            <w:r>
              <w:t>Key words:</w:t>
            </w:r>
          </w:p>
        </w:tc>
        <w:tc>
          <w:tcPr>
            <w:tcW w:w="6820" w:type="dxa"/>
            <w:tcBorders>
              <w:bottom w:val="dotted" w:sz="4" w:space="0" w:color="auto"/>
            </w:tcBorders>
          </w:tcPr>
          <w:p w:rsidR="000F4B93" w:rsidRDefault="000F4B93" w:rsidP="000F4B93">
            <w:pPr>
              <w:spacing w:before="60" w:after="60"/>
            </w:pPr>
            <w:r>
              <w:t>Energy, temperature, thermal store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0F4B93">
              <w:rPr>
                <w:sz w:val="20"/>
              </w:rPr>
              <w:t>that are usually taught at age 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F4B93" w:rsidRDefault="000F4B93" w:rsidP="000F4B93">
      <w:pPr>
        <w:spacing w:after="180"/>
      </w:pPr>
      <w:r>
        <w:t xml:space="preserve">Some misunderstandings about thermal ideas are both common and persistent </w:t>
      </w:r>
      <w:r>
        <w:fldChar w:fldCharType="begin"/>
      </w:r>
      <w:r>
        <w:instrText xml:space="preserve"> ADDIN EN.CITE &lt;EndNote&gt;&lt;Cite&gt;&lt;Author&gt;Erickson&lt;/Author&gt;&lt;Year&gt;1985&lt;/Year&gt;&lt;IDText&gt;Heat and Temperature&lt;/IDText&gt;&lt;DisplayText&gt;(Erickson and Tiberghien, 1985; Driver et al., 1994)&lt;/DisplayText&gt;&lt;record&gt;&lt;titles&gt;&lt;title&gt;Heat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(Erickson and Tiberghien, 1985; Driver et al., 1994)</w:t>
      </w:r>
      <w:r>
        <w:fldChar w:fldCharType="end"/>
      </w:r>
      <w:r>
        <w:t xml:space="preserve">, so it makes sense to check students understanding at each stage of their learning to make sure you are building on a good understanding of the key concepts before progressing with new ones. For example, a significant minority of students continue to confuse the concepts of temperature and energy throughout their secondary science education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MTk5NDsgQ2h1IGV0IGFsLiwgMjAxMjsgQWRhZGFuIGFuZCBZYXZ1emtheWEsIDIwMTgpPC9EaXNw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MTk5NDsgQ2h1IGV0IGFsLiwgMjAxMjsgQWRhZGFuIGFuZCBZYXZ1emtheWEsIDIwMTgpPC9EaXNw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</w:fldData>
        </w:fldChar>
      </w:r>
      <w:r>
        <w:instrText xml:space="preserve"> ADDIN EN.CITE.DATA </w:instrText>
      </w:r>
      <w:r>
        <w:fldChar w:fldCharType="end"/>
      </w:r>
      <w:r>
        <w:fldChar w:fldCharType="separate"/>
      </w:r>
      <w:r>
        <w:rPr>
          <w:noProof/>
        </w:rPr>
        <w:t>(Driver et al., 1994; Chu et al., 2012; Adadan and Yavuzkaya, 2018)</w:t>
      </w:r>
      <w:r>
        <w:fldChar w:fldCharType="end"/>
      </w:r>
      <w:r>
        <w:t>.</w:t>
      </w:r>
    </w:p>
    <w:p w:rsidR="000F4B93" w:rsidRDefault="000F4B93" w:rsidP="000F4B93">
      <w:pPr>
        <w:spacing w:after="180"/>
      </w:pPr>
      <w:r>
        <w:t>Most students correctly understand that raising the temperature of a particular object also increases the energy in its thermal store. However, fewer than half (n=342) of 11- to 15-year-olds</w:t>
      </w:r>
      <w:r w:rsidR="00C910CC">
        <w:t xml:space="preserve"> in a study by </w:t>
      </w:r>
      <w:proofErr w:type="spellStart"/>
      <w:r w:rsidR="00C910CC">
        <w:t>Gonen</w:t>
      </w:r>
      <w:proofErr w:type="spellEnd"/>
      <w:r w:rsidR="00C910CC">
        <w:t xml:space="preserve"> and </w:t>
      </w:r>
      <w:proofErr w:type="spellStart"/>
      <w:r w:rsidR="00C910CC">
        <w:t>Kocakaya</w:t>
      </w:r>
      <w:proofErr w:type="spellEnd"/>
      <w:r>
        <w:t xml:space="preserve"> </w:t>
      </w:r>
      <w:r>
        <w:fldChar w:fldCharType="begin"/>
      </w:r>
      <w:r w:rsidR="00C910CC">
        <w:instrText xml:space="preserve"> ADDIN EN.CITE &lt;EndNote&gt;&lt;Cite ExcludeAuth="1"&gt;&lt;Author&gt;Gonen&lt;/Author&gt;&lt;Year&gt;2010&lt;/Year&gt;&lt;IDText&gt;A cross age study on the understanding of heat and temperature&lt;/IDText&gt;&lt;DisplayText&gt;(2010)&lt;/DisplayText&gt;&lt;record&gt;&lt;titles&gt;&lt;title&gt;A cross age study on the understanding of heat and temperature&lt;/title&gt;&lt;secondary-title&gt;Eurasian Journal of Physics and Chemistry Education&lt;/secondary-title&gt;&lt;/titles&gt;&lt;pages&gt;1-15&lt;/pages&gt;&lt;contributors&gt;&lt;authors&gt;&lt;author&gt;Gonen, S&lt;/author&gt;&lt;author&gt;Kocakaya, S&lt;/author&gt;&lt;/authors&gt;&lt;/contributors&gt;&lt;added-date format="utc"&gt;1544087984&lt;/added-date&gt;&lt;ref-type name="Journal Article"&gt;17&lt;/ref-type&gt;&lt;dates&gt;&lt;year&gt;2010&lt;/year&gt;&lt;/dates&gt;&lt;rec-number&gt;72&lt;/rec-number&gt;&lt;last-updated-date format="utc"&gt;1544088985&lt;/last-updated-date&gt;&lt;volume&gt;2(1)&lt;/volume&gt;&lt;/record&gt;&lt;/Cite&gt;&lt;/EndNote&gt;</w:instrText>
      </w:r>
      <w:r>
        <w:fldChar w:fldCharType="separate"/>
      </w:r>
      <w:r w:rsidR="00C910CC">
        <w:rPr>
          <w:noProof/>
        </w:rPr>
        <w:t>(2010)</w:t>
      </w:r>
      <w:r>
        <w:fldChar w:fldCharType="end"/>
      </w:r>
      <w:r w:rsidR="00C910CC">
        <w:t xml:space="preserve"> understoo</w:t>
      </w:r>
      <w:r>
        <w:t xml:space="preserve">d that, when they are at the same temperature, a larger mass of a material contains more energy in its thermal store than a smaller mass of the same material. It is common for students to think that an object at a higher temperature has more energy in its thermal store than an object at a lower temperature, even when the hotter object has a much smaller mass.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0F4B93" w:rsidRDefault="000F4B93" w:rsidP="001E159E">
      <w:pPr>
        <w:spacing w:after="180"/>
        <w:rPr>
          <w:rFonts w:cstheme="minorHAnsi"/>
          <w:i/>
        </w:rPr>
      </w:pPr>
    </w:p>
    <w:p w:rsidR="001E159E" w:rsidRPr="00816065" w:rsidRDefault="001E159E" w:rsidP="001E159E">
      <w:pPr>
        <w:spacing w:after="180"/>
        <w:rPr>
          <w:rFonts w:cstheme="minorHAnsi"/>
          <w:i/>
        </w:rPr>
      </w:pPr>
      <w:r w:rsidRPr="00816065">
        <w:rPr>
          <w:rFonts w:cstheme="minorHAnsi"/>
          <w:i/>
        </w:rPr>
        <w:lastRenderedPageBreak/>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C910CC" w:rsidP="00BF6C8A">
      <w:pPr>
        <w:spacing w:after="180"/>
      </w:pPr>
      <w:r>
        <w:t>Statement A is right; and</w:t>
      </w:r>
      <w:r w:rsidR="000F4B93">
        <w:t xml:space="preserve"> statements B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E12102" w:rsidRDefault="00E12102" w:rsidP="000F4B93">
      <w:pPr>
        <w:spacing w:after="180"/>
      </w:pPr>
      <w:r w:rsidRPr="002C065D">
        <w:t xml:space="preserve">Temperature </w:t>
      </w:r>
      <w:r>
        <w:t xml:space="preserve">is a measure of the average energy each particle in a material has because of its movement. The oven causes </w:t>
      </w:r>
      <w:r w:rsidR="001C7FB4">
        <w:t xml:space="preserve">all </w:t>
      </w:r>
      <w:r>
        <w:t>the particles in each loaf of bread to vibrate, on average, with the same energy as each other. The larger loaf has more particles and therefore more energy, but is at the same temperature as the smaller loaf.</w:t>
      </w:r>
    </w:p>
    <w:p w:rsidR="001B35E5" w:rsidRDefault="001C7FB4" w:rsidP="000F4B93">
      <w:pPr>
        <w:spacing w:after="180"/>
      </w:pPr>
      <w:r>
        <w:t xml:space="preserve">Some students may be thinking </w:t>
      </w:r>
      <w:r w:rsidR="001B35E5">
        <w:t>wrongly that temperature i</w:t>
      </w:r>
      <w:r>
        <w:t xml:space="preserve">s a measure of the amount of energy in the bread. These students are likely to think that statements A and C are correct. </w:t>
      </w:r>
    </w:p>
    <w:p w:rsidR="001C7FB4" w:rsidRDefault="001B35E5" w:rsidP="000F4B93">
      <w:pPr>
        <w:spacing w:after="180"/>
      </w:pPr>
      <w:r>
        <w:t xml:space="preserve">By contrast, students with the same misunderstanding may think that the temperature of the oven indicates how much energy has been transferred to each loaf as it was heated. In this case they are likely to think statement B is correct because it makes sense for the temperature of the small loaf to be higher if it is </w:t>
      </w:r>
      <w:r w:rsidR="00DA0FDA">
        <w:t xml:space="preserve">sharing the same amount of </w:t>
      </w:r>
      <w:r w:rsidR="005E093C">
        <w:t>energy, which</w:t>
      </w:r>
      <w:r>
        <w:t xml:space="preserve"> the large loaf has</w:t>
      </w:r>
      <w:r w:rsidR="005E093C">
        <w:t>,</w:t>
      </w:r>
      <w:r>
        <w:t xml:space="preserve"> </w:t>
      </w:r>
      <w:r w:rsidR="00DA0FDA">
        <w:t xml:space="preserve">amongst fewer particles. </w:t>
      </w:r>
    </w:p>
    <w:p w:rsidR="001461E5" w:rsidRDefault="00A01222" w:rsidP="000F4B93">
      <w:pPr>
        <w:spacing w:after="180"/>
      </w:pPr>
      <w:r w:rsidRPr="004F039C">
        <w:t xml:space="preserve">If students have </w:t>
      </w:r>
      <w:r w:rsidR="004B1C32">
        <w:t>misunderstanding</w:t>
      </w:r>
      <w:r w:rsidRPr="004F039C">
        <w:t xml:space="preserve">s about </w:t>
      </w:r>
      <w:r w:rsidR="00E71CA9">
        <w:t xml:space="preserve">the distinction </w:t>
      </w:r>
      <w:r w:rsidR="00E71CA9" w:rsidRPr="005775CE">
        <w:t>between energy in the thermal store of an object and the object’s temperature</w:t>
      </w:r>
      <w:r w:rsidRPr="004F039C">
        <w:t xml:space="preserve">, </w:t>
      </w:r>
      <w:r w:rsidR="00E71CA9" w:rsidRPr="00A70EEC">
        <w:t xml:space="preserve">it can </w:t>
      </w:r>
      <w:r w:rsidR="00E71CA9">
        <w:t xml:space="preserve">challenge students </w:t>
      </w:r>
      <w:r w:rsidR="005E093C">
        <w:t>thinking by</w:t>
      </w:r>
      <w:r w:rsidR="00E71CA9">
        <w:t xml:space="preserve"> approaching the same problem in a different way</w:t>
      </w:r>
      <w:r w:rsidR="00E71CA9" w:rsidRPr="00A70EEC">
        <w:t>.</w:t>
      </w:r>
      <w:r w:rsidR="00E71CA9">
        <w:t xml:space="preserve"> Perhaps start by asking whether students whether there would be a difference in the temperature </w:t>
      </w:r>
      <w:r w:rsidR="005E093C">
        <w:t>between</w:t>
      </w:r>
      <w:r w:rsidR="00E71CA9">
        <w:t xml:space="preserve"> two </w:t>
      </w:r>
      <w:r w:rsidR="00E71CA9" w:rsidRPr="005E093C">
        <w:rPr>
          <w:i/>
        </w:rPr>
        <w:t>identica</w:t>
      </w:r>
      <w:r w:rsidR="00E71CA9">
        <w:t xml:space="preserve">l loaves of bread taken out of the oven at the same time, or differences in the amount of energy each one had. </w:t>
      </w:r>
      <w:r w:rsidR="001461E5">
        <w:t>Careful questioning should elicit the understanding that placing the loaves next to each other and in contact (as if they were one larger loaf) does not affect their temperatures, but together they have twice the energy as one loaf has on its own.</w:t>
      </w:r>
    </w:p>
    <w:p w:rsidR="00A01222" w:rsidRPr="00A6111E" w:rsidRDefault="001461E5" w:rsidP="000F4B93">
      <w:pPr>
        <w:spacing w:after="180"/>
      </w:pPr>
      <w:r>
        <w:t xml:space="preserve">Asking students to explain in their own words, why a small loaf of bread taken out of an oven at the same time </w:t>
      </w:r>
      <w:r w:rsidR="005E093C">
        <w:t>as a large loaf has less energy</w:t>
      </w:r>
      <w:r>
        <w:t xml:space="preserve"> but the same temperature, gives them opportunity to consolidate their understanding.</w:t>
      </w:r>
      <w:r w:rsidR="00C910CC">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0F4B93">
        <w:t xml:space="preserve">UYSEG), </w:t>
      </w:r>
      <w:r w:rsidR="000F4B93" w:rsidRPr="000F4B93">
        <w:t>based on</w:t>
      </w:r>
      <w:r w:rsidR="000F4B93">
        <w:t xml:space="preserve"> three tier multiple choice questions by </w:t>
      </w:r>
      <w:r w:rsidR="000F4B93">
        <w:rPr>
          <w:noProof/>
        </w:rPr>
        <w:t>Gurcay and Gulbas</w:t>
      </w:r>
      <w:r w:rsidR="000F4B93">
        <w:t xml:space="preserve"> </w:t>
      </w:r>
      <w:r w:rsidR="000F4B93">
        <w:fldChar w:fldCharType="begin"/>
      </w:r>
      <w:r w:rsidR="000F4B93">
        <w:instrText xml:space="preserve"> ADDIN EN.CITE &lt;EndNote&gt;&lt;Cite ExcludeAuth="1"&gt;&lt;Author&gt;Gurcay&lt;/Author&gt;&lt;Year&gt;2015&lt;/Year&gt;&lt;IDText&gt;Development of three-tier heat, temperature and internal energy diagnostic test&lt;/IDText&gt;&lt;DisplayText&gt;(2015)&lt;/DisplayText&gt;&lt;record&gt;&lt;titles&gt;&lt;title&gt;Development of three-tier heat, temperature and internal energy diagnostic test&lt;/title&gt;&lt;secondary-title&gt;Research in Science and Technological Education&lt;/secondary-title&gt;&lt;/titles&gt;&lt;pages&gt;197-217&lt;/pages&gt;&lt;contributors&gt;&lt;authors&gt;&lt;author&gt;Gurcay, D&lt;/author&gt;&lt;author&gt;Gulbas, E&lt;/author&gt;&lt;/authors&gt;&lt;/contributors&gt;&lt;added-date format="utc"&gt;1594214758&lt;/added-date&gt;&lt;ref-type name="Journal Article"&gt;17&lt;/ref-type&gt;&lt;dates&gt;&lt;year&gt;2015&lt;/year&gt;&lt;/dates&gt;&lt;rec-number&gt;290&lt;/rec-number&gt;&lt;last-updated-date format="utc"&gt;1594214845&lt;/last-updated-date&gt;&lt;volume&gt;33 (2)&lt;/volume&gt;&lt;/record&gt;&lt;/Cite&gt;&lt;/EndNote&gt;</w:instrText>
      </w:r>
      <w:r w:rsidR="000F4B93">
        <w:fldChar w:fldCharType="separate"/>
      </w:r>
      <w:r w:rsidR="000F4B93">
        <w:rPr>
          <w:noProof/>
        </w:rPr>
        <w:t>(2015)</w:t>
      </w:r>
      <w:r w:rsidR="000F4B93">
        <w:fldChar w:fldCharType="end"/>
      </w:r>
      <w:r>
        <w:t>.</w:t>
      </w:r>
    </w:p>
    <w:p w:rsidR="000F4B93" w:rsidRPr="000F4B93" w:rsidRDefault="000F4B93" w:rsidP="000F4B93">
      <w:pPr>
        <w:spacing w:after="180"/>
      </w:pPr>
      <w:r>
        <w:t xml:space="preserve">Images by </w:t>
      </w:r>
      <w:r w:rsidRPr="000F4B93">
        <w:t>Alexander Lesnitsky, from Pixabay.</w:t>
      </w:r>
    </w:p>
    <w:p w:rsidR="000F4B93" w:rsidRDefault="003117F6" w:rsidP="00E24309">
      <w:pPr>
        <w:spacing w:after="180"/>
        <w:rPr>
          <w:b/>
          <w:color w:val="5F497A" w:themeColor="accent4" w:themeShade="BF"/>
          <w:sz w:val="24"/>
        </w:rPr>
      </w:pPr>
      <w:r w:rsidRPr="002C79AE">
        <w:rPr>
          <w:b/>
          <w:color w:val="5F497A" w:themeColor="accent4" w:themeShade="BF"/>
          <w:sz w:val="24"/>
        </w:rPr>
        <w:t>References</w:t>
      </w:r>
    </w:p>
    <w:p w:rsidR="00C910CC" w:rsidRPr="00C910CC" w:rsidRDefault="000F4B93" w:rsidP="005E093C">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C910CC" w:rsidRPr="00C910CC">
        <w:t xml:space="preserve">Adadan, E. and Yavuzkaya, M. N. (2018). Examining the progression and consistency of thermal concepts: a cross age study. </w:t>
      </w:r>
      <w:r w:rsidR="00C910CC" w:rsidRPr="00C910CC">
        <w:rPr>
          <w:i/>
        </w:rPr>
        <w:t>International Journal of Science Education,</w:t>
      </w:r>
      <w:r w:rsidR="00C910CC" w:rsidRPr="00C910CC">
        <w:t xml:space="preserve"> 40 (4)</w:t>
      </w:r>
      <w:r w:rsidR="00C910CC" w:rsidRPr="00C910CC">
        <w:rPr>
          <w:b/>
        </w:rPr>
        <w:t>,</w:t>
      </w:r>
      <w:r w:rsidR="00C910CC" w:rsidRPr="00C910CC">
        <w:t xml:space="preserve"> 371-396.</w:t>
      </w:r>
    </w:p>
    <w:p w:rsidR="00C910CC" w:rsidRPr="00C910CC" w:rsidRDefault="00C910CC" w:rsidP="005E093C">
      <w:pPr>
        <w:pStyle w:val="EndNoteBibliography"/>
        <w:spacing w:after="120"/>
        <w:ind w:left="426" w:hanging="426"/>
      </w:pPr>
      <w:r w:rsidRPr="00C910CC">
        <w:t xml:space="preserve">Chu, H.-E., et al. (2012). Evaluation of Students' Understanding of Thermal Concepts in Everyday Contexts. </w:t>
      </w:r>
      <w:r w:rsidRPr="00C910CC">
        <w:rPr>
          <w:i/>
        </w:rPr>
        <w:t>International Journal of Science Education,</w:t>
      </w:r>
      <w:r w:rsidRPr="00C910CC">
        <w:t xml:space="preserve"> 34:10</w:t>
      </w:r>
      <w:r w:rsidRPr="00C910CC">
        <w:rPr>
          <w:b/>
        </w:rPr>
        <w:t>,</w:t>
      </w:r>
      <w:r w:rsidRPr="00C910CC">
        <w:t xml:space="preserve"> 1509-1534.</w:t>
      </w:r>
    </w:p>
    <w:p w:rsidR="00C910CC" w:rsidRPr="00C910CC" w:rsidRDefault="00C910CC" w:rsidP="005E093C">
      <w:pPr>
        <w:pStyle w:val="EndNoteBibliography"/>
        <w:spacing w:after="120"/>
        <w:ind w:left="426" w:hanging="426"/>
      </w:pPr>
      <w:r w:rsidRPr="00C910CC">
        <w:t xml:space="preserve">Driver, R., et al. (1994). </w:t>
      </w:r>
      <w:r w:rsidRPr="00C910CC">
        <w:rPr>
          <w:i/>
        </w:rPr>
        <w:t xml:space="preserve">Making Sense of Secondary Science: Research into Children's Ideas, </w:t>
      </w:r>
      <w:r w:rsidRPr="00C910CC">
        <w:t>London, UK: Routledge.</w:t>
      </w:r>
    </w:p>
    <w:p w:rsidR="00C910CC" w:rsidRPr="00C910CC" w:rsidRDefault="00C910CC" w:rsidP="005E093C">
      <w:pPr>
        <w:pStyle w:val="EndNoteBibliography"/>
        <w:spacing w:after="120"/>
        <w:ind w:left="426" w:hanging="426"/>
      </w:pPr>
      <w:r w:rsidRPr="00C910CC">
        <w:lastRenderedPageBreak/>
        <w:t xml:space="preserve">Erickson, G. and Tiberghien, A. (1985). Heat and Temperature. In Driver, R., Guesne, E. &amp; Tiberghien, A. (eds.) </w:t>
      </w:r>
      <w:r w:rsidRPr="00C910CC">
        <w:rPr>
          <w:i/>
        </w:rPr>
        <w:t>Children's Ideas In Science.</w:t>
      </w:r>
      <w:r w:rsidRPr="00C910CC">
        <w:t xml:space="preserve"> Milton Keynes and Philadelphia: Open University Press.</w:t>
      </w:r>
    </w:p>
    <w:p w:rsidR="00C910CC" w:rsidRPr="00C910CC" w:rsidRDefault="00C910CC" w:rsidP="005E093C">
      <w:pPr>
        <w:pStyle w:val="EndNoteBibliography"/>
        <w:spacing w:after="120"/>
        <w:ind w:left="426" w:hanging="426"/>
      </w:pPr>
      <w:r w:rsidRPr="00C910CC">
        <w:t xml:space="preserve">Gonen, S. and Kocakaya, S. (2010). A cross age study on the understanding of heat and temperature. </w:t>
      </w:r>
      <w:r w:rsidRPr="00C910CC">
        <w:rPr>
          <w:i/>
        </w:rPr>
        <w:t>Eurasian Journal of Physics and Chemistry Education,</w:t>
      </w:r>
      <w:r w:rsidRPr="00C910CC">
        <w:t xml:space="preserve"> 2(1)</w:t>
      </w:r>
      <w:r w:rsidRPr="00C910CC">
        <w:rPr>
          <w:b/>
        </w:rPr>
        <w:t>,</w:t>
      </w:r>
      <w:r w:rsidRPr="00C910CC">
        <w:t xml:space="preserve"> 1-15.</w:t>
      </w:r>
    </w:p>
    <w:p w:rsidR="00C910CC" w:rsidRPr="00C910CC" w:rsidRDefault="00C910CC" w:rsidP="005E093C">
      <w:pPr>
        <w:pStyle w:val="EndNoteBibliography"/>
        <w:spacing w:after="120"/>
        <w:ind w:left="426" w:hanging="426"/>
      </w:pPr>
      <w:r w:rsidRPr="00C910CC">
        <w:t xml:space="preserve">Gurcay, D. and Gulbas, E. (2015). Development of three-tier heat, temperature and internal energy diagnostic test. </w:t>
      </w:r>
      <w:r w:rsidRPr="00C910CC">
        <w:rPr>
          <w:i/>
        </w:rPr>
        <w:t>Research in Science and Technological Education,</w:t>
      </w:r>
      <w:r w:rsidRPr="00C910CC">
        <w:t xml:space="preserve"> 33 (2)</w:t>
      </w:r>
      <w:r w:rsidRPr="00C910CC">
        <w:rPr>
          <w:b/>
        </w:rPr>
        <w:t>,</w:t>
      </w:r>
      <w:r w:rsidRPr="00C910CC">
        <w:t xml:space="preserve"> 197-217.</w:t>
      </w:r>
    </w:p>
    <w:p w:rsidR="00B46FF9" w:rsidRDefault="000F4B93" w:rsidP="005E093C">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45E" w:rsidRDefault="008C545E" w:rsidP="000B473B">
      <w:r>
        <w:separator/>
      </w:r>
    </w:p>
  </w:endnote>
  <w:endnote w:type="continuationSeparator" w:id="0">
    <w:p w:rsidR="008C545E" w:rsidRDefault="008C545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49C0A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093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45E" w:rsidRDefault="008C545E" w:rsidP="000B473B">
      <w:r>
        <w:separator/>
      </w:r>
    </w:p>
  </w:footnote>
  <w:footnote w:type="continuationSeparator" w:id="0">
    <w:p w:rsidR="008C545E" w:rsidRDefault="008C545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00120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D0E32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C545E"/>
    <w:rsid w:val="00015578"/>
    <w:rsid w:val="00024731"/>
    <w:rsid w:val="00026DEC"/>
    <w:rsid w:val="000505CA"/>
    <w:rsid w:val="0007651D"/>
    <w:rsid w:val="0009089A"/>
    <w:rsid w:val="000947E2"/>
    <w:rsid w:val="00095E04"/>
    <w:rsid w:val="000A0D12"/>
    <w:rsid w:val="000B473B"/>
    <w:rsid w:val="000D0E89"/>
    <w:rsid w:val="000E2689"/>
    <w:rsid w:val="000F4B93"/>
    <w:rsid w:val="00142613"/>
    <w:rsid w:val="00144DA7"/>
    <w:rsid w:val="001461E5"/>
    <w:rsid w:val="0015356E"/>
    <w:rsid w:val="00161D3F"/>
    <w:rsid w:val="001915D4"/>
    <w:rsid w:val="001A1FED"/>
    <w:rsid w:val="001A40E2"/>
    <w:rsid w:val="001B35E5"/>
    <w:rsid w:val="001C4805"/>
    <w:rsid w:val="001C7FB4"/>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E093C"/>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545E"/>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910CC"/>
    <w:rsid w:val="00CC2E4D"/>
    <w:rsid w:val="00CC78A5"/>
    <w:rsid w:val="00CC7B16"/>
    <w:rsid w:val="00CE15FE"/>
    <w:rsid w:val="00CE617D"/>
    <w:rsid w:val="00D02E15"/>
    <w:rsid w:val="00D04A0D"/>
    <w:rsid w:val="00D14F44"/>
    <w:rsid w:val="00D2217A"/>
    <w:rsid w:val="00D278E8"/>
    <w:rsid w:val="00D421E8"/>
    <w:rsid w:val="00D44604"/>
    <w:rsid w:val="00D479B3"/>
    <w:rsid w:val="00D52283"/>
    <w:rsid w:val="00D524E5"/>
    <w:rsid w:val="00D72FEF"/>
    <w:rsid w:val="00D755FA"/>
    <w:rsid w:val="00DA0FDA"/>
    <w:rsid w:val="00DC4A4E"/>
    <w:rsid w:val="00DD1874"/>
    <w:rsid w:val="00DD63BD"/>
    <w:rsid w:val="00DF05DB"/>
    <w:rsid w:val="00DF7E20"/>
    <w:rsid w:val="00E12102"/>
    <w:rsid w:val="00E172C6"/>
    <w:rsid w:val="00E24309"/>
    <w:rsid w:val="00E53D82"/>
    <w:rsid w:val="00E71CA9"/>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E0E622"/>
  <w15:docId w15:val="{ED9D5B62-BC94-4B41-892E-E09285320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0F4B9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F4B93"/>
    <w:rPr>
      <w:rFonts w:ascii="Calibri" w:hAnsi="Calibri" w:cs="Calibri"/>
      <w:noProof/>
      <w:lang w:val="en-US"/>
    </w:rPr>
  </w:style>
  <w:style w:type="paragraph" w:customStyle="1" w:styleId="EndNoteBibliography">
    <w:name w:val="EndNote Bibliography"/>
    <w:basedOn w:val="Normal"/>
    <w:link w:val="EndNoteBibliographyChar"/>
    <w:rsid w:val="000F4B93"/>
    <w:rPr>
      <w:rFonts w:ascii="Calibri" w:hAnsi="Calibri" w:cs="Calibri"/>
      <w:noProof/>
      <w:lang w:val="en-US"/>
    </w:rPr>
  </w:style>
  <w:style w:type="character" w:customStyle="1" w:styleId="EndNoteBibliographyChar">
    <w:name w:val="EndNote Bibliography Char"/>
    <w:basedOn w:val="DefaultParagraphFont"/>
    <w:link w:val="EndNoteBibliography"/>
    <w:rsid w:val="000F4B9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35919">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95912862">
      <w:bodyDiv w:val="1"/>
      <w:marLeft w:val="0"/>
      <w:marRight w:val="0"/>
      <w:marTop w:val="0"/>
      <w:marBottom w:val="0"/>
      <w:divBdr>
        <w:top w:val="none" w:sz="0" w:space="0" w:color="auto"/>
        <w:left w:val="none" w:sz="0" w:space="0" w:color="auto"/>
        <w:bottom w:val="none" w:sz="0" w:space="0" w:color="auto"/>
        <w:right w:val="none" w:sz="0" w:space="0" w:color="auto"/>
      </w:divBdr>
    </w:div>
    <w:div w:id="518853551">
      <w:bodyDiv w:val="1"/>
      <w:marLeft w:val="0"/>
      <w:marRight w:val="0"/>
      <w:marTop w:val="0"/>
      <w:marBottom w:val="0"/>
      <w:divBdr>
        <w:top w:val="none" w:sz="0" w:space="0" w:color="auto"/>
        <w:left w:val="none" w:sz="0" w:space="0" w:color="auto"/>
        <w:bottom w:val="none" w:sz="0" w:space="0" w:color="auto"/>
        <w:right w:val="none" w:sz="0" w:space="0" w:color="auto"/>
      </w:divBdr>
    </w:div>
    <w:div w:id="1149322997">
      <w:bodyDiv w:val="1"/>
      <w:marLeft w:val="0"/>
      <w:marRight w:val="0"/>
      <w:marTop w:val="0"/>
      <w:marBottom w:val="0"/>
      <w:divBdr>
        <w:top w:val="none" w:sz="0" w:space="0" w:color="auto"/>
        <w:left w:val="none" w:sz="0" w:space="0" w:color="auto"/>
        <w:bottom w:val="none" w:sz="0" w:space="0" w:color="auto"/>
        <w:right w:val="none" w:sz="0" w:space="0" w:color="auto"/>
      </w:divBdr>
    </w:div>
    <w:div w:id="1669938677">
      <w:bodyDiv w:val="1"/>
      <w:marLeft w:val="0"/>
      <w:marRight w:val="0"/>
      <w:marTop w:val="0"/>
      <w:marBottom w:val="0"/>
      <w:divBdr>
        <w:top w:val="none" w:sz="0" w:space="0" w:color="auto"/>
        <w:left w:val="none" w:sz="0" w:space="0" w:color="auto"/>
        <w:bottom w:val="none" w:sz="0" w:space="0" w:color="auto"/>
        <w:right w:val="none" w:sz="0" w:space="0" w:color="auto"/>
      </w:divBdr>
    </w:div>
    <w:div w:id="204505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62</TotalTime>
  <Pages>4</Pages>
  <Words>1454</Words>
  <Characters>8291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2020-07-13T14:13:00Z</dcterms:created>
  <dcterms:modified xsi:type="dcterms:W3CDTF">2020-07-20T08:05:00Z</dcterms:modified>
</cp:coreProperties>
</file>